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3" w:after="0" w:line="240" w:lineRule="auto"/>
        <w:ind w:left="1080" w:right="-75"/>
        <w:jc w:val="left"/>
        <w:tabs>
          <w:tab w:pos="7240" w:val="left"/>
        </w:tabs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464649"/>
          <w:spacing w:val="0"/>
          <w:w w:val="100"/>
        </w:rPr>
        <w:t>Name</w:t>
      </w:r>
      <w:r>
        <w:rPr>
          <w:rFonts w:ascii="Arial" w:hAnsi="Arial" w:cs="Arial" w:eastAsia="Arial"/>
          <w:sz w:val="23"/>
          <w:szCs w:val="23"/>
          <w:color w:val="464649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64649"/>
          <w:spacing w:val="15"/>
          <w:w w:val="100"/>
          <w:u w:val="single" w:color="454548"/>
        </w:rPr>
        <w:t> </w:t>
      </w:r>
      <w:r>
        <w:rPr>
          <w:rFonts w:ascii="Arial" w:hAnsi="Arial" w:cs="Arial" w:eastAsia="Arial"/>
          <w:sz w:val="23"/>
          <w:szCs w:val="23"/>
          <w:color w:val="464649"/>
          <w:spacing w:val="0"/>
          <w:w w:val="100"/>
          <w:u w:val="single" w:color="454548"/>
        </w:rPr>
        <w:tab/>
      </w:r>
      <w:r>
        <w:rPr>
          <w:rFonts w:ascii="Arial" w:hAnsi="Arial" w:cs="Arial" w:eastAsia="Arial"/>
          <w:sz w:val="23"/>
          <w:szCs w:val="23"/>
          <w:color w:val="464649"/>
          <w:spacing w:val="0"/>
          <w:w w:val="100"/>
          <w:u w:val="single" w:color="454548"/>
        </w:rPr>
      </w:r>
      <w:r>
        <w:rPr>
          <w:rFonts w:ascii="Arial" w:hAnsi="Arial" w:cs="Arial" w:eastAsia="Arial"/>
          <w:sz w:val="23"/>
          <w:szCs w:val="23"/>
          <w:color w:val="464649"/>
          <w:spacing w:val="0"/>
          <w:w w:val="100"/>
        </w:rPr>
      </w:r>
      <w:r>
        <w:rPr>
          <w:rFonts w:ascii="Arial" w:hAnsi="Arial" w:cs="Arial" w:eastAsia="Arial"/>
          <w:sz w:val="23"/>
          <w:szCs w:val="23"/>
          <w:color w:val="464649"/>
          <w:spacing w:val="0"/>
          <w:w w:val="126"/>
        </w:rPr>
        <w:t>_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66" w:right="-20"/>
        <w:jc w:val="left"/>
        <w:rPr>
          <w:rFonts w:ascii="Arial" w:hAnsi="Arial" w:cs="Arial" w:eastAsia="Arial"/>
          <w:sz w:val="47"/>
          <w:szCs w:val="47"/>
        </w:rPr>
      </w:pPr>
      <w:rPr/>
      <w:r>
        <w:rPr>
          <w:rFonts w:ascii="Arial" w:hAnsi="Arial" w:cs="Arial" w:eastAsia="Arial"/>
          <w:sz w:val="47"/>
          <w:szCs w:val="47"/>
          <w:color w:val="464649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47"/>
          <w:szCs w:val="47"/>
          <w:color w:val="46464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47"/>
          <w:szCs w:val="47"/>
          <w:color w:val="464649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47"/>
          <w:szCs w:val="47"/>
          <w:color w:val="464649"/>
          <w:spacing w:val="0"/>
          <w:w w:val="100"/>
          <w:b/>
          <w:bCs/>
        </w:rPr>
        <w:t>South</w:t>
      </w:r>
      <w:r>
        <w:rPr>
          <w:rFonts w:ascii="Arial" w:hAnsi="Arial" w:cs="Arial" w:eastAsia="Arial"/>
          <w:sz w:val="47"/>
          <w:szCs w:val="47"/>
          <w:color w:val="464649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47"/>
          <w:szCs w:val="47"/>
          <w:color w:val="464649"/>
          <w:spacing w:val="0"/>
          <w:w w:val="100"/>
          <w:b/>
          <w:bCs/>
        </w:rPr>
        <w:t>After</w:t>
      </w:r>
      <w:r>
        <w:rPr>
          <w:rFonts w:ascii="Arial" w:hAnsi="Arial" w:cs="Arial" w:eastAsia="Arial"/>
          <w:sz w:val="47"/>
          <w:szCs w:val="47"/>
          <w:color w:val="464649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47"/>
          <w:szCs w:val="47"/>
          <w:color w:val="464649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47"/>
          <w:szCs w:val="47"/>
          <w:color w:val="46464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47"/>
          <w:szCs w:val="47"/>
          <w:color w:val="464649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47"/>
          <w:szCs w:val="47"/>
          <w:color w:val="464649"/>
          <w:spacing w:val="0"/>
          <w:w w:val="100"/>
          <w:b/>
          <w:bCs/>
        </w:rPr>
        <w:t>War</w:t>
      </w:r>
      <w:r>
        <w:rPr>
          <w:rFonts w:ascii="Arial" w:hAnsi="Arial" w:cs="Arial" w:eastAsia="Arial"/>
          <w:sz w:val="47"/>
          <w:szCs w:val="47"/>
          <w:color w:val="000000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8" w:lineRule="auto"/>
        <w:ind w:left="1051" w:right="3177" w:firstLine="24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250.559998pt;margin-top:5.071091pt;width:271.679993pt;height:145.919998pt;mso-position-horizontal-relative:page;mso-position-vertical-relative:paragraph;z-index:-118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34"/>
          <w:szCs w:val="34"/>
          <w:color w:val="464649"/>
          <w:spacing w:val="0"/>
          <w:w w:val="86"/>
          <w:b/>
          <w:bCs/>
        </w:rPr>
        <w:t>l•lii4§1t•J.t</w:t>
      </w:r>
      <w:r>
        <w:rPr>
          <w:rFonts w:ascii="Times New Roman" w:hAnsi="Times New Roman" w:cs="Times New Roman" w:eastAsia="Times New Roman"/>
          <w:sz w:val="34"/>
          <w:szCs w:val="34"/>
          <w:color w:val="464649"/>
          <w:spacing w:val="0"/>
          <w:w w:val="86"/>
          <w:b/>
          <w:bCs/>
        </w:rPr>
        <w:t>)</w:t>
      </w:r>
      <w:r>
        <w:rPr>
          <w:rFonts w:ascii="Times New Roman" w:hAnsi="Times New Roman" w:cs="Times New Roman" w:eastAsia="Times New Roman"/>
          <w:sz w:val="34"/>
          <w:szCs w:val="34"/>
          <w:color w:val="464649"/>
          <w:spacing w:val="0"/>
          <w:w w:val="86"/>
          <w:b/>
          <w:bCs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464649"/>
          <w:spacing w:val="15"/>
          <w:w w:val="86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Matc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8"/>
          <w:b/>
          <w:bCs/>
        </w:rPr>
        <w:t>each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8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vocabular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64649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word</w:t>
      </w:r>
      <w:r>
        <w:rPr>
          <w:rFonts w:ascii="Arial" w:hAnsi="Arial" w:cs="Arial" w:eastAsia="Arial"/>
          <w:sz w:val="24"/>
          <w:szCs w:val="24"/>
          <w:color w:val="464649"/>
          <w:spacing w:val="4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with</w:t>
      </w:r>
      <w:r>
        <w:rPr>
          <w:rFonts w:ascii="Arial" w:hAnsi="Arial" w:cs="Arial" w:eastAsia="Arial"/>
          <w:sz w:val="24"/>
          <w:szCs w:val="24"/>
          <w:color w:val="464649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6"/>
          <w:b/>
          <w:bCs/>
        </w:rPr>
        <w:t>its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6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definition.</w:t>
      </w:r>
      <w:r>
        <w:rPr>
          <w:rFonts w:ascii="Arial" w:hAnsi="Arial" w:cs="Arial" w:eastAsia="Arial"/>
          <w:sz w:val="24"/>
          <w:szCs w:val="24"/>
          <w:color w:val="464649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Then</w:t>
      </w:r>
      <w:r>
        <w:rPr>
          <w:rFonts w:ascii="Arial" w:hAnsi="Arial" w:cs="Arial" w:eastAsia="Arial"/>
          <w:sz w:val="24"/>
          <w:szCs w:val="24"/>
          <w:color w:val="464649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us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64649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7"/>
          <w:b/>
          <w:bCs/>
        </w:rPr>
        <w:t>the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7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vocabular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64649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word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64649"/>
          <w:spacing w:val="4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64649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2"/>
          <w:b/>
          <w:bCs/>
        </w:rPr>
        <w:t>fill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2" w:after="0" w:line="292" w:lineRule="auto"/>
        <w:ind w:left="1051" w:right="3964" w:firstLine="1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4"/>
          <w:szCs w:val="24"/>
          <w:color w:val="46464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64649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blank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64649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64649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7"/>
          <w:b/>
          <w:bCs/>
        </w:rPr>
        <w:t>the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7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sentence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64649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5"/>
          <w:b/>
          <w:bCs/>
        </w:rPr>
        <w:t>below.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81" w:after="0" w:line="240" w:lineRule="auto"/>
        <w:ind w:left="1042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Arial" w:hAnsi="Arial" w:cs="Arial" w:eastAsia="Arial"/>
          <w:sz w:val="38"/>
          <w:szCs w:val="38"/>
          <w:color w:val="464649"/>
          <w:spacing w:val="0"/>
          <w:w w:val="152"/>
        </w:rPr>
        <w:t>----</w:t>
      </w:r>
      <w:r>
        <w:rPr>
          <w:rFonts w:ascii="Arial" w:hAnsi="Arial" w:cs="Arial" w:eastAsia="Arial"/>
          <w:sz w:val="38"/>
          <w:szCs w:val="38"/>
          <w:color w:val="464649"/>
          <w:spacing w:val="-93"/>
          <w:w w:val="152"/>
        </w:rPr>
        <w:t> </w:t>
      </w:r>
      <w:r>
        <w:rPr>
          <w:rFonts w:ascii="Arial" w:hAnsi="Arial" w:cs="Arial" w:eastAsia="Arial"/>
          <w:sz w:val="38"/>
          <w:szCs w:val="38"/>
          <w:color w:val="464649"/>
          <w:spacing w:val="0"/>
          <w:w w:val="152"/>
          <w:b/>
          <w:bCs/>
        </w:rPr>
        <w:t>0</w:t>
      </w:r>
      <w:r>
        <w:rPr>
          <w:rFonts w:ascii="Arial" w:hAnsi="Arial" w:cs="Arial" w:eastAsia="Arial"/>
          <w:sz w:val="38"/>
          <w:szCs w:val="38"/>
          <w:color w:val="464649"/>
          <w:spacing w:val="-71"/>
          <w:w w:val="152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forme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6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6"/>
        </w:rPr>
        <w:t>slaves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379" w:lineRule="exact"/>
        <w:ind w:left="1042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Courier New" w:hAnsi="Courier New" w:cs="Courier New" w:eastAsia="Courier New"/>
          <w:sz w:val="35"/>
          <w:szCs w:val="35"/>
          <w:color w:val="464649"/>
          <w:spacing w:val="0"/>
          <w:w w:val="100"/>
          <w:b/>
          <w:bCs/>
          <w:position w:val="1"/>
        </w:rPr>
        <w:t>-----E</w:t>
      </w:r>
      <w:r>
        <w:rPr>
          <w:rFonts w:ascii="Courier New" w:hAnsi="Courier New" w:cs="Courier New" w:eastAsia="Courier New"/>
          <w:sz w:val="35"/>
          <w:szCs w:val="35"/>
          <w:color w:val="464649"/>
          <w:spacing w:val="8"/>
          <w:w w:val="100"/>
          <w:b/>
          <w:bCs/>
          <w:position w:val="1"/>
        </w:rPr>
        <w:t>)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position w:val="1"/>
        </w:rPr>
        <w:t>governrnentagency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  <w:position w:val="0"/>
        </w:rPr>
      </w:r>
    </w:p>
    <w:p>
      <w:pPr>
        <w:spacing w:before="0" w:after="0" w:line="571" w:lineRule="exact"/>
        <w:ind w:left="1037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58"/>
          <w:szCs w:val="58"/>
          <w:color w:val="464649"/>
          <w:w w:val="212"/>
          <w:position w:val="1"/>
        </w:rPr>
        <w:t>-</w:t>
      </w:r>
      <w:r>
        <w:rPr>
          <w:rFonts w:ascii="Times New Roman" w:hAnsi="Times New Roman" w:cs="Times New Roman" w:eastAsia="Times New Roman"/>
          <w:sz w:val="58"/>
          <w:szCs w:val="58"/>
          <w:color w:val="464649"/>
          <w:spacing w:val="9"/>
          <w:w w:val="212"/>
          <w:position w:val="1"/>
        </w:rPr>
        <w:t>-</w:t>
      </w:r>
      <w:r>
        <w:rPr>
          <w:rFonts w:ascii="Times New Roman" w:hAnsi="Times New Roman" w:cs="Times New Roman" w:eastAsia="Times New Roman"/>
          <w:sz w:val="58"/>
          <w:szCs w:val="58"/>
          <w:color w:val="464649"/>
          <w:spacing w:val="0"/>
          <w:w w:val="131"/>
          <w:b/>
          <w:bCs/>
          <w:position w:val="1"/>
        </w:rPr>
        <w:t>e</w:t>
      </w:r>
      <w:r>
        <w:rPr>
          <w:rFonts w:ascii="Times New Roman" w:hAnsi="Times New Roman" w:cs="Times New Roman" w:eastAsia="Times New Roman"/>
          <w:sz w:val="58"/>
          <w:szCs w:val="58"/>
          <w:color w:val="464649"/>
          <w:spacing w:val="-64"/>
          <w:w w:val="100"/>
          <w:b/>
          <w:bCs/>
          <w:position w:val="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position w:val="1"/>
        </w:rPr>
        <w:t>the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position w:val="1"/>
        </w:rPr>
        <w:t>practice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position w:val="1"/>
        </w:rPr>
        <w:t>of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position w:val="1"/>
        </w:rPr>
        <w:t>payin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position w:val="1"/>
        </w:rPr>
        <w:t>g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6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7"/>
          <w:position w:val="1"/>
        </w:rPr>
        <w:t>farm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  <w:position w:val="0"/>
        </w:rPr>
      </w:r>
    </w:p>
    <w:p>
      <w:pPr>
        <w:spacing w:before="0" w:after="0" w:line="261" w:lineRule="exact"/>
        <w:ind w:left="2275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1"/>
        </w:rPr>
        <w:t>worker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-20"/>
          <w:w w:val="11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0"/>
        </w:rPr>
        <w:t>harveste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"/>
          <w:w w:val="111"/>
        </w:rPr>
        <w:t>d</w:t>
      </w:r>
      <w:r>
        <w:rPr>
          <w:rFonts w:ascii="Times New Roman" w:hAnsi="Times New Roman" w:cs="Times New Roman" w:eastAsia="Times New Roman"/>
          <w:sz w:val="26"/>
          <w:szCs w:val="26"/>
          <w:color w:val="8E9193"/>
          <w:spacing w:val="0"/>
          <w:w w:val="36"/>
        </w:rPr>
        <w:t>·</w:t>
      </w:r>
      <w:r>
        <w:rPr>
          <w:rFonts w:ascii="Times New Roman" w:hAnsi="Times New Roman" w:cs="Times New Roman" w:eastAsia="Times New Roman"/>
          <w:sz w:val="26"/>
          <w:szCs w:val="26"/>
          <w:color w:val="8E9193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6"/>
        </w:rPr>
        <w:t>crops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2280" w:right="1780" w:firstLine="-1248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40"/>
          <w:szCs w:val="40"/>
          <w:color w:val="464649"/>
          <w:spacing w:val="0"/>
          <w:w w:val="196"/>
        </w:rPr>
        <w:t>---</w:t>
      </w:r>
      <w:r>
        <w:rPr>
          <w:rFonts w:ascii="Times New Roman" w:hAnsi="Times New Roman" w:cs="Times New Roman" w:eastAsia="Times New Roman"/>
          <w:sz w:val="40"/>
          <w:szCs w:val="40"/>
          <w:color w:val="464649"/>
          <w:spacing w:val="-119"/>
          <w:w w:val="196"/>
        </w:rPr>
        <w:t> </w:t>
      </w:r>
      <w:r>
        <w:rPr>
          <w:rFonts w:ascii="Times New Roman" w:hAnsi="Times New Roman" w:cs="Times New Roman" w:eastAsia="Times New Roman"/>
          <w:sz w:val="40"/>
          <w:szCs w:val="40"/>
          <w:color w:val="464649"/>
          <w:spacing w:val="0"/>
          <w:w w:val="171"/>
          <w:b/>
          <w:bCs/>
        </w:rPr>
        <w:t>0</w:t>
      </w:r>
      <w:r>
        <w:rPr>
          <w:rFonts w:ascii="Times New Roman" w:hAnsi="Times New Roman" w:cs="Times New Roman" w:eastAsia="Times New Roman"/>
          <w:sz w:val="40"/>
          <w:szCs w:val="40"/>
          <w:color w:val="464649"/>
          <w:spacing w:val="-5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0"/>
        </w:rPr>
        <w:t>Northerner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-13"/>
          <w:w w:val="11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went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7"/>
        </w:rPr>
        <w:t>South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0"/>
        </w:rPr>
        <w:t>durin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7"/>
          <w:w w:val="11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0"/>
        </w:rPr>
        <w:t>Reconstruction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32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Arial" w:hAnsi="Arial" w:cs="Arial" w:eastAsia="Arial"/>
          <w:sz w:val="38"/>
          <w:szCs w:val="38"/>
          <w:color w:val="464649"/>
          <w:spacing w:val="0"/>
          <w:w w:val="202"/>
        </w:rPr>
        <w:t>---</w:t>
      </w:r>
      <w:r>
        <w:rPr>
          <w:rFonts w:ascii="Arial" w:hAnsi="Arial" w:cs="Arial" w:eastAsia="Arial"/>
          <w:sz w:val="38"/>
          <w:szCs w:val="38"/>
          <w:color w:val="464649"/>
          <w:spacing w:val="-129"/>
          <w:w w:val="202"/>
        </w:rPr>
        <w:t> </w:t>
      </w:r>
      <w:r>
        <w:rPr>
          <w:rFonts w:ascii="Arial" w:hAnsi="Arial" w:cs="Arial" w:eastAsia="Arial"/>
          <w:sz w:val="38"/>
          <w:szCs w:val="38"/>
          <w:color w:val="464649"/>
          <w:spacing w:val="0"/>
          <w:w w:val="166"/>
          <w:b/>
          <w:bCs/>
        </w:rPr>
        <w:t>0</w:t>
      </w:r>
      <w:r>
        <w:rPr>
          <w:rFonts w:ascii="Arial" w:hAnsi="Arial" w:cs="Arial" w:eastAsia="Arial"/>
          <w:sz w:val="38"/>
          <w:szCs w:val="38"/>
          <w:color w:val="464649"/>
          <w:spacing w:val="-5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626466"/>
          <w:spacing w:val="-9"/>
          <w:w w:val="100"/>
        </w:rPr>
        <w:t>'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votin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46"/>
        </w:rPr>
        <w:t>in</w:t>
      </w:r>
      <w:r>
        <w:rPr>
          <w:rFonts w:ascii="Arial" w:hAnsi="Arial" w:cs="Arial" w:eastAsia="Arial"/>
          <w:sz w:val="24"/>
          <w:szCs w:val="24"/>
          <w:color w:val="464649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1"/>
        </w:rPr>
        <w:t>which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8" w:after="0" w:line="240" w:lineRule="auto"/>
        <w:ind w:left="2270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7"/>
        </w:rPr>
        <w:t>voted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452" w:lineRule="exact"/>
        <w:ind w:left="1027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40"/>
          <w:szCs w:val="40"/>
          <w:color w:val="464649"/>
          <w:spacing w:val="0"/>
          <w:w w:val="196"/>
          <w:position w:val="-1"/>
        </w:rPr>
        <w:t>---</w:t>
      </w:r>
      <w:r>
        <w:rPr>
          <w:rFonts w:ascii="Times New Roman" w:hAnsi="Times New Roman" w:cs="Times New Roman" w:eastAsia="Times New Roman"/>
          <w:sz w:val="40"/>
          <w:szCs w:val="40"/>
          <w:color w:val="464649"/>
          <w:spacing w:val="-123"/>
          <w:w w:val="196"/>
          <w:position w:val="-1"/>
        </w:rPr>
        <w:t> </w:t>
      </w:r>
      <w:r>
        <w:rPr>
          <w:rFonts w:ascii="Times New Roman" w:hAnsi="Times New Roman" w:cs="Times New Roman" w:eastAsia="Times New Roman"/>
          <w:sz w:val="40"/>
          <w:szCs w:val="40"/>
          <w:color w:val="464649"/>
          <w:spacing w:val="0"/>
          <w:w w:val="171"/>
          <w:b/>
          <w:bCs/>
          <w:position w:val="-1"/>
        </w:rPr>
        <w:t>0</w:t>
      </w:r>
      <w:r>
        <w:rPr>
          <w:rFonts w:ascii="Times New Roman" w:hAnsi="Times New Roman" w:cs="Times New Roman" w:eastAsia="Times New Roman"/>
          <w:sz w:val="40"/>
          <w:szCs w:val="40"/>
          <w:color w:val="464649"/>
          <w:spacing w:val="-5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0"/>
          <w:position w:val="-1"/>
        </w:rPr>
        <w:t>separatio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0"/>
          <w:position w:val="-1"/>
        </w:rPr>
        <w:t>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-4"/>
          <w:w w:val="11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position w:val="-1"/>
        </w:rPr>
        <w:t>of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position w:val="-1"/>
        </w:rPr>
        <w:t>people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position w:val="-1"/>
        </w:rPr>
        <w:t>base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position w:val="-1"/>
        </w:rPr>
        <w:t>on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5"/>
          <w:position w:val="-1"/>
        </w:rPr>
        <w:t>race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  <w:position w:val="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/>
        <w:br w:type="column"/>
      </w:r>
      <w:r>
        <w:rPr>
          <w:sz w:val="24"/>
          <w:szCs w:val="24"/>
        </w:rPr>
      </w:r>
    </w:p>
    <w:p>
      <w:pPr>
        <w:spacing w:before="0" w:after="0" w:line="240" w:lineRule="auto"/>
        <w:ind w:left="134" w:right="-20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464649"/>
          <w:spacing w:val="0"/>
          <w:w w:val="100"/>
        </w:rPr>
        <w:t>Dat</w:t>
      </w:r>
      <w:r>
        <w:rPr>
          <w:rFonts w:ascii="Arial" w:hAnsi="Arial" w:cs="Arial" w:eastAsia="Arial"/>
          <w:sz w:val="23"/>
          <w:szCs w:val="23"/>
          <w:color w:val="464649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64649"/>
          <w:spacing w:val="4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64649"/>
          <w:spacing w:val="0"/>
          <w:w w:val="242"/>
        </w:rPr>
        <w:t>-------------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6"/>
        </w:rPr>
        <w:t>segregation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464649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464649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464649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64649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0"/>
        </w:rPr>
        <w:t>bureau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4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6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secret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4"/>
        </w:rPr>
        <w:t>ballot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b/>
          <w:bCs/>
        </w:rPr>
        <w:t>D.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6"/>
        </w:rPr>
        <w:t>freedmen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"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7"/>
        </w:rPr>
        <w:t>carpetbaggers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</w:rPr>
        <w:t>F.</w:t>
      </w:r>
      <w:r>
        <w:rPr>
          <w:rFonts w:ascii="Arial" w:hAnsi="Arial" w:cs="Arial" w:eastAsia="Arial"/>
          <w:sz w:val="24"/>
          <w:szCs w:val="24"/>
          <w:color w:val="464649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6464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8"/>
        </w:rPr>
        <w:t>sharecropping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6820"/>
          <w:pgMar w:top="340" w:bottom="280" w:left="0" w:right="1440"/>
          <w:cols w:num="2" w:equalWidth="0">
            <w:col w:w="7408" w:space="137"/>
            <w:col w:w="3255"/>
          </w:cols>
        </w:sectPr>
      </w:pPr>
      <w:rPr/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/>
        <w:pict>
          <v:group style="position:absolute;margin-left:485.76001pt;margin-top:.72pt;width:126.24pt;height:.1pt;mso-position-horizontal-relative:page;mso-position-vertical-relative:page;z-index:-117" coordorigin="9715,14" coordsize="2525,2">
            <v:shape style="position:absolute;left:9715;top:14;width:2525;height:2" coordorigin="9715,14" coordsize="2525,0" path="m9715,14l12240,14e" filled="f" stroked="t" strokeweight=".96pt" strokecolor="#1F1C1F">
              <v:path arrowok="t"/>
            </v:shape>
          </v:group>
          <w10:wrap type="none"/>
        </w:pict>
      </w:r>
      <w:r>
        <w:rPr/>
        <w:pict>
          <v:group style="position:absolute;margin-left:506.880005pt;margin-top:792.599976pt;width:59.52pt;height:.1pt;mso-position-horizontal-relative:page;mso-position-vertical-relative:page;z-index:-113" coordorigin="10138,15852" coordsize="1190,2">
            <v:shape style="position:absolute;left:10138;top:15852;width:1190;height:2" coordorigin="10138,15852" coordsize="1190,0" path="m10138,15852l11328,15852e" filled="f" stroked="t" strokeweight=".48pt" strokecolor="#9CA0A0">
              <v:path arrowok="t"/>
            </v:shape>
          </v:group>
          <w10:wrap type="none"/>
        </w:pict>
      </w:r>
      <w:r>
        <w:rPr>
          <w:sz w:val="24"/>
          <w:szCs w:val="24"/>
        </w:rPr>
      </w:r>
    </w:p>
    <w:p>
      <w:pPr>
        <w:spacing w:before="26" w:after="0" w:line="224" w:lineRule="auto"/>
        <w:ind w:left="1512" w:right="1492" w:firstLine="-480"/>
        <w:jc w:val="left"/>
        <w:tabs>
          <w:tab w:pos="500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Arial" w:hAnsi="Arial" w:cs="Arial" w:eastAsia="Arial"/>
          <w:sz w:val="51"/>
          <w:szCs w:val="51"/>
          <w:color w:val="46464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51"/>
          <w:szCs w:val="51"/>
          <w:color w:val="464649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228"/>
        </w:rPr>
        <w:t>---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"/>
          <w:w w:val="228"/>
        </w:rPr>
        <w:t>-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-87"/>
          <w:w w:val="228"/>
        </w:rPr>
        <w:t>-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-230"/>
          <w:w w:val="228"/>
        </w:rPr>
        <w:t>-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228"/>
        </w:rPr>
        <w:t>-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-145"/>
          <w:w w:val="228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</w:r>
      <w:r>
        <w:rPr>
          <w:rFonts w:ascii="Times New Roman" w:hAnsi="Times New Roman" w:cs="Times New Roman" w:eastAsia="Times New Roman"/>
          <w:sz w:val="26"/>
          <w:szCs w:val="26"/>
          <w:color w:val="8E9193"/>
          <w:spacing w:val="0"/>
          <w:w w:val="54"/>
        </w:rPr>
        <w:t>·</w:t>
      </w:r>
      <w:r>
        <w:rPr>
          <w:rFonts w:ascii="Times New Roman" w:hAnsi="Times New Roman" w:cs="Times New Roman" w:eastAsia="Times New Roman"/>
          <w:sz w:val="26"/>
          <w:szCs w:val="26"/>
          <w:color w:val="8E9193"/>
          <w:spacing w:val="0"/>
          <w:w w:val="54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8E9193"/>
          <w:spacing w:val="35"/>
          <w:w w:val="54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6"/>
          <w:w w:val="107"/>
        </w:rPr>
        <w:t>e</w:t>
      </w:r>
      <w:r>
        <w:rPr>
          <w:rFonts w:ascii="Times New Roman" w:hAnsi="Times New Roman" w:cs="Times New Roman" w:eastAsia="Times New Roman"/>
          <w:sz w:val="26"/>
          <w:szCs w:val="26"/>
          <w:color w:val="747779"/>
          <w:spacing w:val="0"/>
          <w:w w:val="51"/>
        </w:rPr>
        <w:t>.</w:t>
      </w:r>
      <w:r>
        <w:rPr>
          <w:rFonts w:ascii="Times New Roman" w:hAnsi="Times New Roman" w:cs="Times New Roman" w:eastAsia="Times New Roman"/>
          <w:sz w:val="26"/>
          <w:szCs w:val="26"/>
          <w:color w:val="747779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9"/>
        </w:rPr>
        <w:t>important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"/>
          <w:w w:val="109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fai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6"/>
        </w:rPr>
        <w:t>election.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97" w:after="0" w:line="251" w:lineRule="auto"/>
        <w:ind w:left="1512" w:right="1561" w:firstLine="-485"/>
        <w:jc w:val="left"/>
        <w:tabs>
          <w:tab w:pos="690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40"/>
          <w:szCs w:val="40"/>
          <w:color w:val="464649"/>
          <w:spacing w:val="0"/>
          <w:w w:val="166"/>
          <w:b/>
          <w:bCs/>
        </w:rPr>
        <w:t>0</w:t>
      </w:r>
      <w:r>
        <w:rPr>
          <w:rFonts w:ascii="Times New Roman" w:hAnsi="Times New Roman" w:cs="Times New Roman" w:eastAsia="Times New Roman"/>
          <w:sz w:val="40"/>
          <w:szCs w:val="40"/>
          <w:color w:val="464649"/>
          <w:spacing w:val="-18"/>
          <w:w w:val="166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7"/>
          <w:w w:val="100"/>
          <w:u w:val="single" w:color="454548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u w:val="single" w:color="454548"/>
        </w:rPr>
        <w:tab/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u w:val="single" w:color="454548"/>
        </w:rPr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</w:r>
      <w:r>
        <w:rPr>
          <w:rFonts w:ascii="Arial" w:hAnsi="Arial" w:cs="Arial" w:eastAsia="Arial"/>
          <w:sz w:val="25"/>
          <w:szCs w:val="25"/>
          <w:color w:val="464649"/>
          <w:spacing w:val="0"/>
          <w:w w:val="140"/>
        </w:rPr>
        <w:t>in</w:t>
      </w:r>
      <w:r>
        <w:rPr>
          <w:rFonts w:ascii="Arial" w:hAnsi="Arial" w:cs="Arial" w:eastAsia="Arial"/>
          <w:sz w:val="25"/>
          <w:szCs w:val="25"/>
          <w:color w:val="464649"/>
          <w:spacing w:val="-4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Unite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4"/>
        </w:rPr>
        <w:t>States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7"/>
        </w:rPr>
        <w:t>government.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97" w:after="0" w:line="254" w:lineRule="auto"/>
        <w:ind w:left="1507" w:right="910" w:firstLine="-480"/>
        <w:jc w:val="left"/>
        <w:tabs>
          <w:tab w:pos="706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Arial" w:hAnsi="Arial" w:cs="Arial" w:eastAsia="Arial"/>
          <w:sz w:val="38"/>
          <w:szCs w:val="38"/>
          <w:color w:val="464649"/>
          <w:spacing w:val="0"/>
          <w:w w:val="158"/>
          <w:b/>
          <w:bCs/>
        </w:rPr>
        <w:t>0</w:t>
      </w:r>
      <w:r>
        <w:rPr>
          <w:rFonts w:ascii="Arial" w:hAnsi="Arial" w:cs="Arial" w:eastAsia="Arial"/>
          <w:sz w:val="38"/>
          <w:szCs w:val="38"/>
          <w:color w:val="464649"/>
          <w:spacing w:val="-102"/>
          <w:w w:val="158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8E9193"/>
          <w:spacing w:val="0"/>
          <w:w w:val="36"/>
        </w:rPr>
        <w:t>·</w:t>
      </w:r>
      <w:r>
        <w:rPr>
          <w:rFonts w:ascii="Times New Roman" w:hAnsi="Times New Roman" w:cs="Times New Roman" w:eastAsia="Times New Roman"/>
          <w:sz w:val="26"/>
          <w:szCs w:val="26"/>
          <w:color w:val="8E9193"/>
          <w:spacing w:val="0"/>
          <w:w w:val="36"/>
        </w:rPr>
        <w:t>  </w:t>
      </w:r>
      <w:r>
        <w:rPr>
          <w:rFonts w:ascii="Times New Roman" w:hAnsi="Times New Roman" w:cs="Times New Roman" w:eastAsia="Times New Roman"/>
          <w:sz w:val="26"/>
          <w:szCs w:val="26"/>
          <w:color w:val="8E9193"/>
          <w:spacing w:val="5"/>
          <w:w w:val="36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3"/>
          <w:w w:val="100"/>
          <w:u w:val="single" w:color="454548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u w:val="single" w:color="454548"/>
        </w:rPr>
        <w:tab/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u w:val="single" w:color="454548"/>
        </w:rPr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Civil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4"/>
        </w:rPr>
        <w:t>since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enoug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mone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buy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1"/>
        </w:rPr>
        <w:t>land.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9" w:lineRule="auto"/>
        <w:ind w:left="1502" w:right="901" w:firstLine="-475"/>
        <w:jc w:val="left"/>
        <w:tabs>
          <w:tab w:pos="470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32"/>
          <w:szCs w:val="32"/>
          <w:color w:val="464649"/>
          <w:spacing w:val="0"/>
          <w:w w:val="70"/>
          <w:b/>
          <w:bCs/>
        </w:rPr>
        <w:t>(</w:t>
      </w:r>
      <w:r>
        <w:rPr>
          <w:rFonts w:ascii="Times New Roman" w:hAnsi="Times New Roman" w:cs="Times New Roman" w:eastAsia="Times New Roman"/>
          <w:sz w:val="32"/>
          <w:szCs w:val="32"/>
          <w:color w:val="464649"/>
          <w:spacing w:val="0"/>
          <w:w w:val="70"/>
          <w:b/>
          <w:bCs/>
        </w:rPr>
        <w:t>lD</w:t>
      </w:r>
      <w:r>
        <w:rPr>
          <w:rFonts w:ascii="Times New Roman" w:hAnsi="Times New Roman" w:cs="Times New Roman" w:eastAsia="Times New Roman"/>
          <w:sz w:val="32"/>
          <w:szCs w:val="32"/>
          <w:color w:val="464649"/>
          <w:spacing w:val="-55"/>
          <w:w w:val="7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464649"/>
          <w:spacing w:val="0"/>
          <w:w w:val="100"/>
          <w:b/>
          <w:bCs/>
        </w:rPr>
        <w:tab/>
        <w:tab/>
      </w:r>
      <w:r>
        <w:rPr>
          <w:rFonts w:ascii="Times New Roman" w:hAnsi="Times New Roman" w:cs="Times New Roman" w:eastAsia="Times New Roman"/>
          <w:sz w:val="32"/>
          <w:szCs w:val="32"/>
          <w:color w:val="464649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6"/>
        </w:rPr>
        <w:t>becaus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-10"/>
          <w:w w:val="106"/>
        </w:rPr>
        <w:t>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229"/>
        </w:rPr>
        <w:t>f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6"/>
        </w:rPr>
        <w:t>suitcases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carr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6"/>
        </w:rPr>
        <w:t>beiongings.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73" w:lineRule="auto"/>
        <w:ind w:left="1498" w:right="1444" w:firstLine="-475"/>
        <w:jc w:val="left"/>
        <w:tabs>
          <w:tab w:pos="636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Arial" w:hAnsi="Arial" w:cs="Arial" w:eastAsia="Arial"/>
          <w:sz w:val="29"/>
          <w:szCs w:val="29"/>
          <w:color w:val="464649"/>
          <w:spacing w:val="0"/>
          <w:w w:val="100"/>
          <w:b/>
          <w:bCs/>
        </w:rPr>
        <w:t>(D</w:t>
      </w:r>
      <w:r>
        <w:rPr>
          <w:rFonts w:ascii="Arial" w:hAnsi="Arial" w:cs="Arial" w:eastAsia="Arial"/>
          <w:sz w:val="29"/>
          <w:szCs w:val="29"/>
          <w:color w:val="46464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9"/>
          <w:szCs w:val="29"/>
          <w:color w:val="464649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practice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"/>
          <w:w w:val="100"/>
          <w:u w:val="single" w:color="454548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u w:val="single" w:color="454548"/>
        </w:rPr>
        <w:tab/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u w:val="single" w:color="454548"/>
        </w:rPr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apart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6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7"/>
        </w:rPr>
        <w:t>most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6"/>
        </w:rPr>
        <w:t>places.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30" w:lineRule="atLeast"/>
        <w:ind w:left="1507" w:right="960" w:firstLine="-480"/>
        <w:jc w:val="left"/>
        <w:tabs>
          <w:tab w:pos="5820" w:val="left"/>
        </w:tabs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32"/>
          <w:szCs w:val="32"/>
          <w:color w:val="464649"/>
          <w:spacing w:val="0"/>
          <w:w w:val="100"/>
          <w:b/>
          <w:bCs/>
        </w:rPr>
        <w:t>(f)</w:t>
      </w:r>
      <w:r>
        <w:rPr>
          <w:rFonts w:ascii="Times New Roman" w:hAnsi="Times New Roman" w:cs="Times New Roman" w:eastAsia="Times New Roman"/>
          <w:sz w:val="32"/>
          <w:szCs w:val="32"/>
          <w:color w:val="464649"/>
          <w:spacing w:val="7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63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7"/>
          <w:w w:val="100"/>
          <w:u w:val="single" w:color="454548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u w:val="single" w:color="454548"/>
        </w:rPr>
        <w:tab/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  <w:u w:val="single" w:color="454548"/>
        </w:rPr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6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8"/>
        </w:rPr>
        <w:t>farmworker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-14"/>
          <w:w w:val="108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5"/>
        </w:rPr>
        <w:t>it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difficult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07"/>
        </w:rPr>
        <w:t>livin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-9"/>
          <w:w w:val="108"/>
        </w:rPr>
        <w:t>g</w:t>
      </w:r>
      <w:r>
        <w:rPr>
          <w:rFonts w:ascii="Times New Roman" w:hAnsi="Times New Roman" w:cs="Times New Roman" w:eastAsia="Times New Roman"/>
          <w:sz w:val="26"/>
          <w:szCs w:val="26"/>
          <w:color w:val="464649"/>
          <w:spacing w:val="0"/>
          <w:w w:val="120"/>
        </w:rPr>
        <w:t>.</w:t>
      </w:r>
      <w:r>
        <w:rPr>
          <w:rFonts w:ascii="Times New Roman" w:hAnsi="Times New Roman" w:cs="Times New Roman" w:eastAsia="Times New Roman"/>
          <w:sz w:val="26"/>
          <w:szCs w:val="26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340" w:lineRule="exact"/>
        <w:ind w:left="221" w:right="-20"/>
        <w:jc w:val="left"/>
        <w:rPr>
          <w:rFonts w:ascii="Courier New" w:hAnsi="Courier New" w:cs="Courier New" w:eastAsia="Courier New"/>
          <w:sz w:val="31"/>
          <w:szCs w:val="31"/>
        </w:rPr>
      </w:pPr>
      <w:rPr/>
      <w:r>
        <w:rPr/>
        <w:pict>
          <v:group style="position:absolute;margin-left:11.8565pt;margin-top:2.584522pt;width:.1pt;height:15.295899pt;mso-position-horizontal-relative:page;mso-position-vertical-relative:paragraph;z-index:-112" coordorigin="237,52" coordsize="2,306">
            <v:shape style="position:absolute;left:237;top:52;width:2;height:306" coordorigin="237,52" coordsize="0,306" path="m237,358l237,52e" filled="f" stroked="t" strokeweight="2.515pt" strokecolor="#E4E6E8">
              <v:path arrowok="t"/>
            </v:shape>
          </v:group>
          <w10:wrap type="none"/>
        </w:pict>
      </w:r>
      <w:r>
        <w:rPr/>
        <w:pict>
          <v:group style="position:absolute;margin-left:17.997999pt;margin-top:-1.153515pt;width:14.415pt;height:19.753419pt;mso-position-horizontal-relative:page;mso-position-vertical-relative:paragraph;z-index:-111" coordorigin="360,-23" coordsize="288,395">
            <v:shape style="position:absolute;left:360;top:-23;width:288;height:395" coordorigin="360,-23" coordsize="288,395" path="m360,-23l648,-23,648,372,360,372,360,-23e" filled="t" fillcolor="#E4E6E8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3"/>
          <w:szCs w:val="23"/>
          <w:color w:val="B1B3B5"/>
          <w:spacing w:val="0"/>
          <w:w w:val="100"/>
          <w:i/>
          <w:position w:val="1"/>
        </w:rPr>
        <w:t>.</w:t>
      </w:r>
      <w:r>
        <w:rPr>
          <w:rFonts w:ascii="Times New Roman" w:hAnsi="Times New Roman" w:cs="Times New Roman" w:eastAsia="Times New Roman"/>
          <w:sz w:val="23"/>
          <w:szCs w:val="23"/>
          <w:color w:val="B1B3B5"/>
          <w:spacing w:val="0"/>
          <w:w w:val="100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B1B3B5"/>
          <w:spacing w:val="5"/>
          <w:w w:val="100"/>
          <w:i/>
          <w:position w:val="1"/>
        </w:rPr>
        <w:t> </w:t>
      </w:r>
      <w:r>
        <w:rPr>
          <w:rFonts w:ascii="Courier New" w:hAnsi="Courier New" w:cs="Courier New" w:eastAsia="Courier New"/>
          <w:sz w:val="31"/>
          <w:szCs w:val="31"/>
          <w:color w:val="B1B3B5"/>
          <w:spacing w:val="0"/>
          <w:w w:val="155"/>
          <w:i/>
          <w:position w:val="1"/>
        </w:rPr>
        <w:t>)</w:t>
      </w:r>
      <w:r>
        <w:rPr>
          <w:rFonts w:ascii="Courier New" w:hAnsi="Courier New" w:cs="Courier New" w:eastAsia="Courier New"/>
          <w:sz w:val="31"/>
          <w:szCs w:val="31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037" w:right="-20"/>
        <w:jc w:val="left"/>
        <w:tabs>
          <w:tab w:pos="8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080002pt;margin-top:51.893124pt;width:166.32pt;height:.1pt;mso-position-horizontal-relative:page;mso-position-vertical-relative:paragraph;z-index:-116" coordorigin="1402,1038" coordsize="3326,2">
            <v:shape style="position:absolute;left:1402;top:1038;width:3326;height:2" coordorigin="1402,1038" coordsize="3326,0" path="m1402,1038l4728,1038e" filled="f" stroked="t" strokeweight=".48pt" strokecolor="#A8ACAF">
              <v:path arrowok="t"/>
            </v:shape>
          </v:group>
          <w10:wrap type="none"/>
        </w:pict>
      </w:r>
      <w:r>
        <w:rPr/>
        <w:pict>
          <v:group style="position:absolute;margin-left:243.600006pt;margin-top:52.853123pt;width:196.56pt;height:1.56pt;mso-position-horizontal-relative:page;mso-position-vertical-relative:paragraph;z-index:-115" coordorigin="4872,1057" coordsize="3931,31">
            <v:group style="position:absolute;left:4877;top:1062;width:3014;height:2" coordorigin="4877,1062" coordsize="3014,2">
              <v:shape style="position:absolute;left:4877;top:1062;width:3014;height:2" coordorigin="4877,1062" coordsize="3014,0" path="m4877,1062l7891,1062e" filled="f" stroked="t" strokeweight=".48pt" strokecolor="#ACAFAF">
                <v:path arrowok="t"/>
              </v:shape>
            </v:group>
            <v:group style="position:absolute;left:5222;top:1083;width:3576;height:2" coordorigin="5222,1083" coordsize="3576,2">
              <v:shape style="position:absolute;left:5222;top:1083;width:3576;height:2" coordorigin="5222,1083" coordsize="3576,0" path="m5222,1083l8798,1083e" filled="f" stroked="t" strokeweight=".48pt" strokecolor="#A3A8A8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67.519989pt;margin-top:45.773125pt;width:80.64pt;height:.1pt;mso-position-horizontal-relative:page;mso-position-vertical-relative:paragraph;z-index:-114" coordorigin="9350,915" coordsize="1613,2">
            <v:shape style="position:absolute;left:9350;top:915;width:1613;height:2" coordorigin="9350,915" coordsize="1613,0" path="m9350,915l10963,915e" filled="f" stroked="t" strokeweight="2.4pt" strokecolor="#939393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color w:val="464649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>afte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464649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>reading</w:t>
      </w:r>
      <w:r>
        <w:rPr>
          <w:rFonts w:ascii="Arial" w:hAnsi="Arial" w:cs="Arial" w:eastAsia="Arial"/>
          <w:sz w:val="20"/>
          <w:szCs w:val="20"/>
          <w:color w:val="464649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>Chapte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464649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46464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91"/>
        </w:rPr>
        <w:t>L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91"/>
        </w:rPr>
        <w:t>\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91"/>
        </w:rPr>
        <w:t>3sson</w:t>
      </w:r>
      <w:r>
        <w:rPr>
          <w:rFonts w:ascii="Arial" w:hAnsi="Arial" w:cs="Arial" w:eastAsia="Arial"/>
          <w:sz w:val="20"/>
          <w:szCs w:val="20"/>
          <w:color w:val="464649"/>
          <w:spacing w:val="12"/>
          <w:w w:val="91"/>
        </w:rPr>
        <w:t> 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46464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>pages</w:t>
      </w:r>
      <w:r>
        <w:rPr>
          <w:rFonts w:ascii="Arial" w:hAnsi="Arial" w:cs="Arial" w:eastAsia="Arial"/>
          <w:sz w:val="20"/>
          <w:szCs w:val="20"/>
          <w:color w:val="46464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>145-149.</w:t>
      </w:r>
      <w:r>
        <w:rPr>
          <w:rFonts w:ascii="Arial" w:hAnsi="Arial" w:cs="Arial" w:eastAsia="Arial"/>
          <w:sz w:val="20"/>
          <w:szCs w:val="20"/>
          <w:color w:val="46464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464649"/>
          <w:spacing w:val="0"/>
          <w:w w:val="100"/>
        </w:rPr>
      </w:r>
      <w:r>
        <w:rPr>
          <w:rFonts w:ascii="Arial" w:hAnsi="Arial" w:cs="Arial" w:eastAsia="Arial"/>
          <w:sz w:val="19"/>
          <w:szCs w:val="19"/>
          <w:color w:val="464649"/>
          <w:spacing w:val="0"/>
          <w:w w:val="100"/>
          <w:b/>
          <w:bCs/>
        </w:rPr>
        <w:t>Activit</w:t>
      </w:r>
      <w:r>
        <w:rPr>
          <w:rFonts w:ascii="Arial" w:hAnsi="Arial" w:cs="Arial" w:eastAsia="Arial"/>
          <w:sz w:val="19"/>
          <w:szCs w:val="19"/>
          <w:color w:val="464649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9"/>
          <w:szCs w:val="19"/>
          <w:color w:val="464649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color w:val="464649"/>
          <w:spacing w:val="0"/>
          <w:w w:val="100"/>
          <w:b/>
          <w:bCs/>
        </w:rPr>
        <w:t>Boo</w:t>
      </w:r>
      <w:r>
        <w:rPr>
          <w:rFonts w:ascii="Arial" w:hAnsi="Arial" w:cs="Arial" w:eastAsia="Arial"/>
          <w:sz w:val="19"/>
          <w:szCs w:val="19"/>
          <w:color w:val="464649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19"/>
          <w:szCs w:val="19"/>
          <w:color w:val="464649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color w:val="747779"/>
          <w:spacing w:val="0"/>
          <w:w w:val="94"/>
        </w:rPr>
        <w:t>,</w:t>
      </w:r>
      <w:r>
        <w:rPr>
          <w:rFonts w:ascii="Arial" w:hAnsi="Arial" w:cs="Arial" w:eastAsia="Arial"/>
          <w:sz w:val="19"/>
          <w:szCs w:val="19"/>
          <w:color w:val="747779"/>
          <w:spacing w:val="-4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464649"/>
          <w:spacing w:val="0"/>
          <w:w w:val="173"/>
        </w:rPr>
        <w:t>•</w:t>
      </w:r>
      <w:r>
        <w:rPr>
          <w:rFonts w:ascii="Arial" w:hAnsi="Arial" w:cs="Arial" w:eastAsia="Arial"/>
          <w:sz w:val="19"/>
          <w:szCs w:val="19"/>
          <w:color w:val="464649"/>
          <w:spacing w:val="14"/>
          <w:w w:val="17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64649"/>
          <w:spacing w:val="0"/>
          <w:w w:val="108"/>
          <w:b/>
          <w:bCs/>
        </w:rPr>
        <w:t>37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9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0.319998pt;height:17.28pt;mso-position-horizontal-relative:char;mso-position-vertical-relative:line" type="#_x0000_t75">
            <v:imagedata r:id="rId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sectPr>
      <w:type w:val="continuous"/>
      <w:pgSz w:w="12240" w:h="16820"/>
      <w:pgMar w:top="340" w:bottom="280" w:left="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2012-01-09T10:20:24Z</dcterms:created>
  <dcterms:modified xsi:type="dcterms:W3CDTF">2012-01-09T10:20:24Z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2012-01-09T00:00:00Z</vt:filetime>
  </property>
  <property fmtid="{D5CDD505-2E9C-101B-9397-08002B2CF9AE}" pid="3" name="LastSaved">
    <vt:filetime>2012-01-09T00:00:00Z</vt:filetime>
  </property>
</Properties>
</file>